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99" w:rsidRPr="004C0E19" w:rsidRDefault="007E0A99" w:rsidP="00315351">
      <w:pPr>
        <w:tabs>
          <w:tab w:val="center" w:pos="4536"/>
        </w:tabs>
        <w:rPr>
          <w:lang w:val="en-GB"/>
        </w:rPr>
      </w:pPr>
      <w:r>
        <w:rPr>
          <w:noProof/>
          <w:lang w:val="fr-CH" w:eastAsia="fr-CH"/>
        </w:rPr>
        <w:tab/>
      </w:r>
      <w:r w:rsidRPr="004C0E19">
        <w:rPr>
          <w:noProof/>
          <w:lang w:val="en-GB" w:eastAsia="fr-CH"/>
        </w:rPr>
        <w:t xml:space="preserve">                                                         </w:t>
      </w:r>
      <w:r w:rsidRPr="0093018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44.25pt">
            <v:imagedata r:id="rId4" o:title=""/>
          </v:shape>
        </w:pict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 w:rsidRPr="004C0E19">
        <w:rPr>
          <w:noProof/>
          <w:lang w:val="en-GB" w:eastAsia="fr-CH"/>
        </w:rPr>
        <w:tab/>
      </w:r>
      <w:r>
        <w:rPr>
          <w:noProof/>
          <w:lang w:val="de-CH" w:eastAsia="de-CH"/>
        </w:rPr>
        <w:pict>
          <v:shape id="Image 2" o:spid="_x0000_s1026" type="#_x0000_t75" alt="mcccnouveaulogo" style="position:absolute;margin-left:28.9pt;margin-top:-38.05pt;width:88.35pt;height:74.25pt;z-index:251658240;visibility:visible;mso-position-horizontal-relative:text;mso-position-vertical-relative:text">
            <v:imagedata r:id="rId5" o:title=""/>
          </v:shape>
        </w:pict>
      </w:r>
    </w:p>
    <w:p w:rsidR="007E0A99" w:rsidRPr="004C0E19" w:rsidRDefault="007E0A99" w:rsidP="00315351">
      <w:pPr>
        <w:pStyle w:val="NoSpacing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lang w:val="en-GB"/>
        </w:rPr>
      </w:pPr>
      <w:r w:rsidRPr="004C0E19">
        <w:rPr>
          <w:rFonts w:ascii="Arial Black" w:hAnsi="Arial Black"/>
          <w:lang w:val="en-GB"/>
        </w:rPr>
        <w:t xml:space="preserve">Motocross Payerne           </w:t>
      </w:r>
      <w:r>
        <w:rPr>
          <w:rFonts w:ascii="Cambria" w:hAnsi="Cambria"/>
          <w:b/>
          <w:lang w:val="en-GB"/>
        </w:rPr>
        <w:t>21</w:t>
      </w:r>
      <w:r w:rsidRPr="004C0E19">
        <w:rPr>
          <w:rFonts w:ascii="Cambria" w:hAnsi="Cambria"/>
          <w:b/>
          <w:lang w:val="en-GB"/>
        </w:rPr>
        <w:t>.04.201</w:t>
      </w:r>
      <w:r>
        <w:rPr>
          <w:rFonts w:ascii="Cambria" w:hAnsi="Cambria"/>
          <w:b/>
          <w:lang w:val="en-GB"/>
        </w:rPr>
        <w:t>3</w:t>
      </w:r>
      <w:r w:rsidRPr="004C0E19">
        <w:rPr>
          <w:rFonts w:ascii="Arial Black" w:hAnsi="Arial Black"/>
          <w:lang w:val="en-GB"/>
        </w:rPr>
        <w:tab/>
        <w:t xml:space="preserve">          Inter Motocross </w:t>
      </w:r>
    </w:p>
    <w:p w:rsidR="007E0A99" w:rsidRDefault="007E0A99">
      <w:pPr>
        <w:rPr>
          <w:b/>
          <w:sz w:val="28"/>
          <w:lang w:val="en-GB"/>
        </w:rPr>
      </w:pPr>
    </w:p>
    <w:p w:rsidR="007E0A99" w:rsidRPr="00790746" w:rsidRDefault="007E0A99">
      <w:pPr>
        <w:rPr>
          <w:b/>
          <w:sz w:val="18"/>
          <w:szCs w:val="18"/>
          <w:lang w:val="en-GB"/>
        </w:rPr>
      </w:pPr>
    </w:p>
    <w:p w:rsidR="007E0A99" w:rsidRPr="00315351" w:rsidRDefault="007E0A99" w:rsidP="00315351">
      <w:pPr>
        <w:jc w:val="center"/>
        <w:rPr>
          <w:sz w:val="40"/>
          <w:szCs w:val="40"/>
          <w:u w:val="single"/>
          <w:lang w:val="en-GB"/>
        </w:rPr>
      </w:pPr>
      <w:r w:rsidRPr="00315351">
        <w:rPr>
          <w:b/>
          <w:sz w:val="40"/>
          <w:szCs w:val="40"/>
          <w:u w:val="single"/>
          <w:lang w:val="en-GB"/>
        </w:rPr>
        <w:t>500 story 2T</w:t>
      </w:r>
    </w:p>
    <w:p w:rsidR="007E0A99" w:rsidRDefault="007E0A99">
      <w:pPr>
        <w:rPr>
          <w:lang w:val="en-GB"/>
        </w:rPr>
      </w:pPr>
    </w:p>
    <w:p w:rsidR="007E0A99" w:rsidRPr="00315351" w:rsidRDefault="007E0A99">
      <w:pPr>
        <w:rPr>
          <w:sz w:val="28"/>
          <w:szCs w:val="28"/>
          <w:u w:val="wave"/>
          <w:lang w:val="en-GB"/>
        </w:rPr>
      </w:pPr>
      <w:r w:rsidRPr="00315351">
        <w:rPr>
          <w:sz w:val="28"/>
          <w:szCs w:val="28"/>
          <w:u w:val="wave"/>
          <w:lang w:val="en-GB"/>
        </w:rPr>
        <w:t>BULLETIN D’ INSCRIPTION    /   ANMELDEFORMULAR   /   ENTRY FORM</w:t>
      </w:r>
    </w:p>
    <w:p w:rsidR="007E0A99" w:rsidRPr="001F3B74" w:rsidRDefault="007E0A99">
      <w:pPr>
        <w:rPr>
          <w:lang w:val="en-GB"/>
        </w:rPr>
      </w:pPr>
    </w:p>
    <w:p w:rsidR="007E0A99" w:rsidRPr="001F3B74" w:rsidRDefault="007E0A99">
      <w:pPr>
        <w:rPr>
          <w:lang w:val="en-GB"/>
        </w:rPr>
      </w:pPr>
      <w:r>
        <w:rPr>
          <w:noProof/>
          <w:lang w:val="de-CH" w:eastAsia="de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8.4pt;margin-top:8.45pt;width:52.5pt;height:23.25pt;z-index:251659264">
            <v:textbox>
              <w:txbxContent>
                <w:p w:rsidR="007E0A99" w:rsidRPr="006A6B4D" w:rsidRDefault="007E0A99">
                  <w:pPr>
                    <w:rPr>
                      <w:sz w:val="28"/>
                      <w:szCs w:val="28"/>
                      <w:lang w:val="fr-CH"/>
                    </w:rPr>
                  </w:pPr>
                </w:p>
              </w:txbxContent>
            </v:textbox>
          </v:shape>
        </w:pict>
      </w:r>
    </w:p>
    <w:p w:rsidR="007E0A99" w:rsidRDefault="007E0A99">
      <w:pPr>
        <w:rPr>
          <w:lang w:val="en-GB"/>
        </w:rPr>
      </w:pPr>
      <w:r>
        <w:rPr>
          <w:lang w:val="en-GB"/>
        </w:rPr>
        <w:t>Numéro / Number:</w:t>
      </w:r>
      <w:r>
        <w:rPr>
          <w:lang w:val="en-GB"/>
        </w:rPr>
        <w:tab/>
      </w:r>
    </w:p>
    <w:p w:rsidR="007E0A99" w:rsidRDefault="007E0A99">
      <w:pPr>
        <w:rPr>
          <w:lang w:val="en-GB"/>
        </w:rPr>
      </w:pPr>
    </w:p>
    <w:p w:rsidR="007E0A99" w:rsidRPr="006A6B4D" w:rsidRDefault="007E0A99">
      <w:pPr>
        <w:rPr>
          <w:lang w:val="en-GB"/>
        </w:rPr>
      </w:pPr>
      <w:r w:rsidRPr="001F3B74">
        <w:rPr>
          <w:lang w:val="en-GB"/>
        </w:rPr>
        <w:t>Nom / Na</w:t>
      </w:r>
      <w:r>
        <w:rPr>
          <w:lang w:val="en-GB"/>
        </w:rPr>
        <w:t>me / Surn</w:t>
      </w:r>
      <w:r w:rsidRPr="001F3B74">
        <w:rPr>
          <w:lang w:val="en-GB"/>
        </w:rPr>
        <w:t>ame:</w:t>
      </w:r>
    </w:p>
    <w:p w:rsidR="007E0A99" w:rsidRPr="001F3B74" w:rsidRDefault="007E0A99">
      <w:pPr>
        <w:rPr>
          <w:lang w:val="en-GB"/>
        </w:rPr>
      </w:pPr>
    </w:p>
    <w:p w:rsidR="007E0A99" w:rsidRPr="00315351" w:rsidRDefault="007E0A99">
      <w:pPr>
        <w:rPr>
          <w:color w:val="7030A0"/>
          <w:lang w:val="en-GB"/>
        </w:rPr>
      </w:pPr>
      <w:r w:rsidRPr="001F3B74">
        <w:rPr>
          <w:lang w:val="en-GB"/>
        </w:rPr>
        <w:t>Prénom / Vorname / First Name :</w:t>
      </w:r>
    </w:p>
    <w:p w:rsidR="007E0A99" w:rsidRPr="001F3B74" w:rsidRDefault="007E0A99">
      <w:pPr>
        <w:rPr>
          <w:lang w:val="en-GB"/>
        </w:rPr>
      </w:pPr>
    </w:p>
    <w:p w:rsidR="007E0A99" w:rsidRPr="004C0E19" w:rsidRDefault="007E0A99">
      <w:pPr>
        <w:rPr>
          <w:color w:val="7030A0"/>
          <w:lang w:val="en-GB"/>
        </w:rPr>
      </w:pPr>
      <w:r w:rsidRPr="004C0E19">
        <w:rPr>
          <w:lang w:val="en-GB"/>
        </w:rPr>
        <w:t>Rue / Strasse / Street :</w:t>
      </w:r>
    </w:p>
    <w:p w:rsidR="007E0A99" w:rsidRPr="004C0E19" w:rsidRDefault="007E0A99">
      <w:pPr>
        <w:rPr>
          <w:lang w:val="en-GB"/>
        </w:rPr>
      </w:pPr>
    </w:p>
    <w:p w:rsidR="007E0A99" w:rsidRPr="004C0E19" w:rsidRDefault="007E0A99">
      <w:pPr>
        <w:rPr>
          <w:color w:val="7030A0"/>
          <w:lang w:val="en-GB"/>
        </w:rPr>
      </w:pPr>
      <w:r w:rsidRPr="004C0E19">
        <w:rPr>
          <w:lang w:val="en-GB"/>
        </w:rPr>
        <w:t>Ville / Stadt / City :</w:t>
      </w:r>
    </w:p>
    <w:p w:rsidR="007E0A99" w:rsidRPr="004C0E19" w:rsidRDefault="007E0A99">
      <w:pPr>
        <w:rPr>
          <w:lang w:val="en-GB"/>
        </w:rPr>
      </w:pPr>
    </w:p>
    <w:p w:rsidR="007E0A99" w:rsidRPr="004C0E19" w:rsidRDefault="007E0A99">
      <w:pPr>
        <w:rPr>
          <w:color w:val="7030A0"/>
          <w:lang w:val="en-GB"/>
        </w:rPr>
      </w:pPr>
      <w:r w:rsidRPr="004C0E19">
        <w:rPr>
          <w:lang w:val="en-GB"/>
        </w:rPr>
        <w:t xml:space="preserve">Pays / Land / Country : </w:t>
      </w:r>
    </w:p>
    <w:p w:rsidR="007E0A99" w:rsidRPr="004C0E19" w:rsidRDefault="007E0A99">
      <w:pPr>
        <w:rPr>
          <w:lang w:val="en-GB"/>
        </w:rPr>
      </w:pPr>
    </w:p>
    <w:p w:rsidR="007E0A99" w:rsidRDefault="007E0A99">
      <w:pPr>
        <w:rPr>
          <w:lang w:val="fr-CH"/>
        </w:rPr>
      </w:pPr>
      <w:r>
        <w:rPr>
          <w:lang w:val="fr-CH"/>
        </w:rPr>
        <w:t>E-mail :</w:t>
      </w:r>
    </w:p>
    <w:p w:rsidR="007E0A99" w:rsidRDefault="007E0A99">
      <w:pPr>
        <w:rPr>
          <w:lang w:val="fr-CH"/>
        </w:rPr>
      </w:pPr>
    </w:p>
    <w:p w:rsidR="007E0A99" w:rsidRPr="00315351" w:rsidRDefault="007E0A99">
      <w:pPr>
        <w:rPr>
          <w:color w:val="7030A0"/>
          <w:lang w:val="fr-CH"/>
        </w:rPr>
      </w:pPr>
      <w:r>
        <w:rPr>
          <w:lang w:val="fr-CH"/>
        </w:rPr>
        <w:t>Date de naissance / Geburtsdatum / Birthday :</w:t>
      </w:r>
    </w:p>
    <w:p w:rsidR="007E0A99" w:rsidRDefault="007E0A99">
      <w:pPr>
        <w:rPr>
          <w:lang w:val="fr-CH"/>
        </w:rPr>
      </w:pPr>
    </w:p>
    <w:p w:rsidR="007E0A99" w:rsidRPr="00315351" w:rsidRDefault="007E0A99">
      <w:pPr>
        <w:rPr>
          <w:color w:val="7030A0"/>
          <w:lang w:val="fr-CH"/>
        </w:rPr>
      </w:pPr>
      <w:r>
        <w:rPr>
          <w:lang w:val="fr-CH"/>
        </w:rPr>
        <w:t xml:space="preserve">Palmarès / Erfolge / Wins : </w:t>
      </w:r>
    </w:p>
    <w:p w:rsidR="007E0A99" w:rsidRPr="00315351" w:rsidRDefault="007E0A99">
      <w:pPr>
        <w:rPr>
          <w:color w:val="7030A0"/>
          <w:lang w:val="fr-CH"/>
        </w:rPr>
      </w:pPr>
    </w:p>
    <w:p w:rsidR="007E0A99" w:rsidRPr="00315351" w:rsidRDefault="007E0A99">
      <w:pPr>
        <w:rPr>
          <w:color w:val="7030A0"/>
          <w:lang w:val="fr-CH"/>
        </w:rPr>
      </w:pPr>
    </w:p>
    <w:p w:rsidR="007E0A99" w:rsidRDefault="007E0A99">
      <w:pPr>
        <w:rPr>
          <w:lang w:val="fr-CH"/>
        </w:rPr>
      </w:pPr>
    </w:p>
    <w:p w:rsidR="007E0A99" w:rsidRPr="00315351" w:rsidRDefault="007E0A99">
      <w:pPr>
        <w:rPr>
          <w:color w:val="7030A0"/>
          <w:lang w:val="fr-CH"/>
        </w:rPr>
      </w:pPr>
      <w:r>
        <w:rPr>
          <w:lang w:val="fr-CH"/>
        </w:rPr>
        <w:t>Marque de la moto / Marke Motorrad / Motorcycle brand:</w:t>
      </w:r>
    </w:p>
    <w:p w:rsidR="007E0A99" w:rsidRDefault="007E0A99">
      <w:pPr>
        <w:rPr>
          <w:lang w:val="fr-CH"/>
        </w:rPr>
      </w:pPr>
    </w:p>
    <w:p w:rsidR="007E0A99" w:rsidRDefault="007E0A99">
      <w:pPr>
        <w:rPr>
          <w:lang w:val="fr-CH"/>
        </w:rPr>
      </w:pPr>
    </w:p>
    <w:p w:rsidR="007E0A99" w:rsidRDefault="007E0A99">
      <w:pPr>
        <w:rPr>
          <w:lang w:val="fr-CH"/>
        </w:rPr>
      </w:pPr>
    </w:p>
    <w:p w:rsidR="007E0A99" w:rsidRPr="00315351" w:rsidRDefault="007E0A99">
      <w:pPr>
        <w:rPr>
          <w:color w:val="7030A0"/>
          <w:lang w:val="fr-CH"/>
        </w:rPr>
      </w:pPr>
      <w:r>
        <w:rPr>
          <w:lang w:val="fr-CH"/>
        </w:rPr>
        <w:t>Année de la moto / Jahrgang Motorrad / Year Motorcycle:</w:t>
      </w:r>
    </w:p>
    <w:p w:rsidR="007E0A99" w:rsidRDefault="007E0A99">
      <w:pPr>
        <w:rPr>
          <w:lang w:val="fr-CH"/>
        </w:rPr>
      </w:pPr>
    </w:p>
    <w:p w:rsidR="007E0A99" w:rsidRDefault="007E0A99">
      <w:pPr>
        <w:rPr>
          <w:lang w:val="fr-CH"/>
        </w:rPr>
      </w:pPr>
    </w:p>
    <w:p w:rsidR="007E0A99" w:rsidRPr="00315351" w:rsidRDefault="007E0A99">
      <w:pPr>
        <w:rPr>
          <w:color w:val="7030A0"/>
          <w:lang w:val="fr-CH"/>
        </w:rPr>
      </w:pPr>
      <w:r>
        <w:rPr>
          <w:lang w:val="fr-CH"/>
        </w:rPr>
        <w:t>Date / Datum / Date :</w:t>
      </w:r>
    </w:p>
    <w:p w:rsidR="007E0A99" w:rsidRDefault="007E0A99">
      <w:pPr>
        <w:rPr>
          <w:lang w:val="fr-CH"/>
        </w:rPr>
      </w:pPr>
    </w:p>
    <w:p w:rsidR="007E0A99" w:rsidRDefault="007E0A99">
      <w:pPr>
        <w:rPr>
          <w:lang w:val="fr-CH"/>
        </w:rPr>
      </w:pPr>
    </w:p>
    <w:p w:rsidR="007E0A99" w:rsidRDefault="007E0A99">
      <w:pPr>
        <w:rPr>
          <w:lang w:val="fr-CH"/>
        </w:rPr>
      </w:pPr>
      <w:r>
        <w:rPr>
          <w:lang w:val="fr-CH"/>
        </w:rPr>
        <w:t xml:space="preserve">Info / Anmeldung   F / D / E : Philippe Chollet </w:t>
      </w:r>
    </w:p>
    <w:p w:rsidR="007E0A99" w:rsidRDefault="007E0A99">
      <w:pPr>
        <w:rPr>
          <w:lang w:val="fr-CH"/>
        </w:rPr>
      </w:pPr>
      <w:r>
        <w:rPr>
          <w:lang w:val="fr-CH"/>
        </w:rPr>
        <w:t>Tel : + 41 78 789 81 12</w:t>
      </w:r>
    </w:p>
    <w:p w:rsidR="007E0A99" w:rsidRDefault="007E0A99">
      <w:pPr>
        <w:rPr>
          <w:lang w:val="fr-CH"/>
        </w:rPr>
      </w:pPr>
      <w:hyperlink r:id="rId6" w:history="1">
        <w:r w:rsidRPr="00704B97">
          <w:rPr>
            <w:rStyle w:val="Hyperlink"/>
            <w:lang w:val="fr-CH"/>
          </w:rPr>
          <w:t>philippe.chollet@hotmail.com</w:t>
        </w:r>
      </w:hyperlink>
    </w:p>
    <w:p w:rsidR="007E0A99" w:rsidRPr="000F660B" w:rsidRDefault="007E0A99">
      <w:pPr>
        <w:rPr>
          <w:lang w:val="fr-CH"/>
        </w:rPr>
      </w:pPr>
      <w:r>
        <w:rPr>
          <w:lang w:val="fr-CH"/>
        </w:rPr>
        <w:t>Fax : +41 26 660 82 64</w:t>
      </w:r>
    </w:p>
    <w:sectPr w:rsidR="007E0A99" w:rsidRPr="000F660B" w:rsidSect="00790746">
      <w:pgSz w:w="11900" w:h="16840"/>
      <w:pgMar w:top="1417" w:right="1417" w:bottom="1079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60B"/>
    <w:rsid w:val="00023164"/>
    <w:rsid w:val="000F660B"/>
    <w:rsid w:val="001F3B74"/>
    <w:rsid w:val="00260E45"/>
    <w:rsid w:val="00315351"/>
    <w:rsid w:val="0033161D"/>
    <w:rsid w:val="0035704B"/>
    <w:rsid w:val="004A4398"/>
    <w:rsid w:val="004C0E19"/>
    <w:rsid w:val="0050548D"/>
    <w:rsid w:val="006733B4"/>
    <w:rsid w:val="00692C75"/>
    <w:rsid w:val="006A6B4D"/>
    <w:rsid w:val="006E3C7D"/>
    <w:rsid w:val="00704B97"/>
    <w:rsid w:val="00790746"/>
    <w:rsid w:val="007E0A99"/>
    <w:rsid w:val="00930182"/>
    <w:rsid w:val="00941F3E"/>
    <w:rsid w:val="009531BD"/>
    <w:rsid w:val="0098545E"/>
    <w:rsid w:val="00A91572"/>
    <w:rsid w:val="00B3760B"/>
    <w:rsid w:val="00BE35BC"/>
    <w:rsid w:val="00C145DA"/>
    <w:rsid w:val="00D66857"/>
    <w:rsid w:val="00E54081"/>
    <w:rsid w:val="00F0641C"/>
    <w:rsid w:val="00F30DA8"/>
    <w:rsid w:val="00F505B1"/>
    <w:rsid w:val="00FC3600"/>
    <w:rsid w:val="00FE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98"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15351"/>
    <w:rPr>
      <w:rFonts w:ascii="Calibri" w:hAnsi="Calibri"/>
      <w:lang w:val="fr-CH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A6B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B4D"/>
    <w:rPr>
      <w:rFonts w:ascii="Tahoma" w:hAnsi="Tahoma" w:cs="Tahoma"/>
      <w:sz w:val="16"/>
      <w:szCs w:val="16"/>
      <w:lang w:val="fr-FR" w:eastAsia="en-US"/>
    </w:rPr>
  </w:style>
  <w:style w:type="character" w:styleId="Hyperlink">
    <w:name w:val="Hyperlink"/>
    <w:basedOn w:val="DefaultParagraphFont"/>
    <w:uiPriority w:val="99"/>
    <w:rsid w:val="0079074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hilippe.chollet@hot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107</Words>
  <Characters>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500 story 2 temps</dc:title>
  <dc:subject/>
  <dc:creator>Fabrice Christener</dc:creator>
  <cp:keywords/>
  <dc:description/>
  <cp:lastModifiedBy>kis</cp:lastModifiedBy>
  <cp:revision>3</cp:revision>
  <dcterms:created xsi:type="dcterms:W3CDTF">2013-02-07T17:36:00Z</dcterms:created>
  <dcterms:modified xsi:type="dcterms:W3CDTF">2013-02-07T17:41:00Z</dcterms:modified>
</cp:coreProperties>
</file>